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340FC1" w:rsidR="006E5D65" w:rsidP="71DE726D" w:rsidRDefault="00997F14" w14:paraId="26DC84FC" w14:textId="08B0F98D">
      <w:pPr>
        <w:spacing w:line="240" w:lineRule="auto"/>
        <w:jc w:val="right"/>
        <w:rPr>
          <w:rFonts w:ascii="Corbel" w:hAnsi="Corbel"/>
          <w:i w:val="1"/>
          <w:iCs w:val="1"/>
          <w:sz w:val="16"/>
          <w:szCs w:val="16"/>
        </w:rPr>
      </w:pPr>
      <w:r w:rsidRPr="71DE726D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1DE726D" w:rsidR="00D8678B">
        <w:rPr>
          <w:rFonts w:ascii="Corbel" w:hAnsi="Corbel"/>
          <w:i w:val="1"/>
          <w:iCs w:val="1"/>
          <w:sz w:val="16"/>
          <w:szCs w:val="16"/>
        </w:rPr>
        <w:t xml:space="preserve">Załącznik nr </w:t>
      </w:r>
      <w:r w:rsidRPr="71DE726D" w:rsidR="006F31E2">
        <w:rPr>
          <w:rFonts w:ascii="Corbel" w:hAnsi="Corbel"/>
          <w:i w:val="1"/>
          <w:iCs w:val="1"/>
          <w:sz w:val="16"/>
          <w:szCs w:val="16"/>
        </w:rPr>
        <w:t>1.5</w:t>
      </w:r>
      <w:r w:rsidRPr="71DE726D" w:rsidR="00D8678B">
        <w:rPr>
          <w:rFonts w:ascii="Corbel" w:hAnsi="Corbel"/>
          <w:i w:val="1"/>
          <w:iCs w:val="1"/>
          <w:sz w:val="16"/>
          <w:szCs w:val="16"/>
        </w:rPr>
        <w:t xml:space="preserve"> do Zarządzenia</w:t>
      </w:r>
      <w:r w:rsidRPr="71DE726D" w:rsidR="002A22BF">
        <w:rPr>
          <w:rFonts w:ascii="Corbel" w:hAnsi="Corbel"/>
          <w:i w:val="1"/>
          <w:iCs w:val="1"/>
          <w:sz w:val="16"/>
          <w:szCs w:val="16"/>
        </w:rPr>
        <w:t xml:space="preserve"> Rektora </w:t>
      </w:r>
      <w:r w:rsidRPr="71DE726D" w:rsidR="002A22BF">
        <w:rPr>
          <w:rFonts w:ascii="Corbel" w:hAnsi="Corbel"/>
          <w:i w:val="1"/>
          <w:iCs w:val="1"/>
          <w:sz w:val="16"/>
          <w:szCs w:val="16"/>
        </w:rPr>
        <w:t xml:space="preserve">UR </w:t>
      </w:r>
      <w:r w:rsidRPr="71DE726D" w:rsidR="00CD6897">
        <w:rPr>
          <w:rFonts w:ascii="Corbel" w:hAnsi="Corbel"/>
          <w:i w:val="1"/>
          <w:iCs w:val="1"/>
          <w:sz w:val="16"/>
          <w:szCs w:val="16"/>
        </w:rPr>
        <w:t>nr</w:t>
      </w:r>
      <w:r w:rsidRPr="71DE726D" w:rsidR="00CD6897">
        <w:rPr>
          <w:rFonts w:ascii="Corbel" w:hAnsi="Corbel"/>
          <w:i w:val="1"/>
          <w:iCs w:val="1"/>
          <w:sz w:val="16"/>
          <w:szCs w:val="16"/>
        </w:rPr>
        <w:t xml:space="preserve"> </w:t>
      </w:r>
      <w:r w:rsidRPr="71DE726D" w:rsidR="00F17567">
        <w:rPr>
          <w:rFonts w:ascii="Corbel" w:hAnsi="Corbel"/>
          <w:i w:val="1"/>
          <w:iCs w:val="1"/>
          <w:sz w:val="16"/>
          <w:szCs w:val="16"/>
        </w:rPr>
        <w:t>12/2019</w:t>
      </w:r>
    </w:p>
    <w:p w:rsidRPr="009C54AE" w:rsidR="0085747A" w:rsidP="009C54AE" w:rsidRDefault="0085747A" w14:paraId="74E66E8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472BB0C6" w14:textId="73F0BF3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B101D5">
        <w:rPr>
          <w:rFonts w:ascii="Corbel" w:hAnsi="Corbel"/>
          <w:b/>
          <w:smallCaps/>
          <w:sz w:val="24"/>
          <w:szCs w:val="24"/>
        </w:rPr>
        <w:t>20</w:t>
      </w:r>
      <w:r w:rsidR="00F30195">
        <w:rPr>
          <w:rFonts w:ascii="Corbel" w:hAnsi="Corbel"/>
          <w:b/>
          <w:smallCaps/>
          <w:sz w:val="24"/>
          <w:szCs w:val="24"/>
        </w:rPr>
        <w:t>19</w:t>
      </w:r>
      <w:r w:rsidR="00B101D5">
        <w:rPr>
          <w:rFonts w:ascii="Corbel" w:hAnsi="Corbel"/>
          <w:b/>
          <w:smallCaps/>
          <w:sz w:val="24"/>
          <w:szCs w:val="24"/>
        </w:rPr>
        <w:t>-202</w:t>
      </w:r>
      <w:r w:rsidR="00F30195">
        <w:rPr>
          <w:rFonts w:ascii="Corbel" w:hAnsi="Corbel"/>
          <w:b/>
          <w:smallCaps/>
          <w:sz w:val="24"/>
          <w:szCs w:val="24"/>
        </w:rPr>
        <w:t>2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72297385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101D5">
        <w:rPr>
          <w:rFonts w:ascii="Corbel" w:hAnsi="Corbel"/>
          <w:i/>
          <w:sz w:val="24"/>
          <w:szCs w:val="24"/>
        </w:rPr>
        <w:t xml:space="preserve">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3B419C1E" w14:textId="5A7AC48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B101D5">
        <w:rPr>
          <w:rFonts w:ascii="Corbel" w:hAnsi="Corbel"/>
          <w:sz w:val="20"/>
          <w:szCs w:val="20"/>
        </w:rPr>
        <w:t>20</w:t>
      </w:r>
      <w:r w:rsidR="00C1598C">
        <w:rPr>
          <w:rFonts w:ascii="Corbel" w:hAnsi="Corbel"/>
          <w:sz w:val="20"/>
          <w:szCs w:val="20"/>
        </w:rPr>
        <w:t>2</w:t>
      </w:r>
      <w:r w:rsidR="00F30195">
        <w:rPr>
          <w:rFonts w:ascii="Corbel" w:hAnsi="Corbel"/>
          <w:sz w:val="20"/>
          <w:szCs w:val="20"/>
        </w:rPr>
        <w:t>0</w:t>
      </w:r>
      <w:r w:rsidR="00B101D5">
        <w:rPr>
          <w:rFonts w:ascii="Corbel" w:hAnsi="Corbel"/>
          <w:sz w:val="20"/>
          <w:szCs w:val="20"/>
        </w:rPr>
        <w:t>/202</w:t>
      </w:r>
      <w:r w:rsidR="00F30195">
        <w:rPr>
          <w:rFonts w:ascii="Corbel" w:hAnsi="Corbel"/>
          <w:sz w:val="20"/>
          <w:szCs w:val="20"/>
        </w:rPr>
        <w:t>1</w:t>
      </w:r>
      <w:bookmarkStart w:name="_GoBack" w:id="0"/>
      <w:bookmarkEnd w:id="0"/>
    </w:p>
    <w:p w:rsidRPr="009C54AE" w:rsidR="0085747A" w:rsidP="009C54AE" w:rsidRDefault="0085747A" w14:paraId="5F0F0CD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F6C0A5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407A13DA" w14:textId="77777777">
        <w:tc>
          <w:tcPr>
            <w:tcW w:w="2694" w:type="dxa"/>
            <w:vAlign w:val="center"/>
          </w:tcPr>
          <w:p w:rsidRPr="009C54AE" w:rsidR="0085747A" w:rsidP="009C54AE" w:rsidRDefault="00C05F44" w14:paraId="4ED67A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1524D13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Podstawy prawne zarządzania kryzysowego</w:t>
            </w:r>
          </w:p>
        </w:tc>
      </w:tr>
      <w:tr w:rsidRPr="009C54AE" w:rsidR="0085747A" w:rsidTr="00B819C8" w14:paraId="16BED79C" w14:textId="77777777">
        <w:tc>
          <w:tcPr>
            <w:tcW w:w="2694" w:type="dxa"/>
            <w:vAlign w:val="center"/>
          </w:tcPr>
          <w:p w:rsidRPr="009C54AE" w:rsidR="0085747A" w:rsidP="009C54AE" w:rsidRDefault="00C05F44" w14:paraId="26585D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27161F6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BW51</w:t>
            </w:r>
          </w:p>
        </w:tc>
      </w:tr>
      <w:tr w:rsidRPr="009C54AE" w:rsidR="0085747A" w:rsidTr="00B819C8" w14:paraId="102D3006" w14:textId="77777777">
        <w:tc>
          <w:tcPr>
            <w:tcW w:w="2694" w:type="dxa"/>
            <w:vAlign w:val="center"/>
          </w:tcPr>
          <w:p w:rsidRPr="009C54AE" w:rsidR="0085747A" w:rsidP="00EA4832" w:rsidRDefault="0085747A" w14:paraId="3262297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7ADD204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3EA01030" w14:textId="77777777">
        <w:tc>
          <w:tcPr>
            <w:tcW w:w="2694" w:type="dxa"/>
            <w:vAlign w:val="center"/>
          </w:tcPr>
          <w:p w:rsidRPr="009C54AE" w:rsidR="0085747A" w:rsidP="009C54AE" w:rsidRDefault="0085747A" w14:paraId="309808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C0AED" w14:paraId="5378068C" w14:textId="63F54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009A8599" w14:textId="77777777">
        <w:tc>
          <w:tcPr>
            <w:tcW w:w="2694" w:type="dxa"/>
            <w:vAlign w:val="center"/>
          </w:tcPr>
          <w:p w:rsidRPr="009C54AE" w:rsidR="0085747A" w:rsidP="009C54AE" w:rsidRDefault="0085747A" w14:paraId="1D99C7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2F8446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00B819C8" w14:paraId="613AE2FE" w14:textId="77777777">
        <w:tc>
          <w:tcPr>
            <w:tcW w:w="2694" w:type="dxa"/>
            <w:vAlign w:val="center"/>
          </w:tcPr>
          <w:p w:rsidRPr="009C54AE" w:rsidR="0085747A" w:rsidP="009C54AE" w:rsidRDefault="00DE4A14" w14:paraId="4303F6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0A0AF3E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00B819C8" w14:paraId="71F2A2AC" w14:textId="77777777">
        <w:tc>
          <w:tcPr>
            <w:tcW w:w="2694" w:type="dxa"/>
            <w:vAlign w:val="center"/>
          </w:tcPr>
          <w:p w:rsidRPr="009C54AE" w:rsidR="0085747A" w:rsidP="009C54AE" w:rsidRDefault="0085747A" w14:paraId="2B2305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79955B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00B819C8" w14:paraId="31FC0DEE" w14:textId="77777777">
        <w:tc>
          <w:tcPr>
            <w:tcW w:w="2694" w:type="dxa"/>
            <w:vAlign w:val="center"/>
          </w:tcPr>
          <w:p w:rsidRPr="009C54AE" w:rsidR="0085747A" w:rsidP="009C54AE" w:rsidRDefault="0085747A" w14:paraId="04579B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300459F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Pr="009C54AE" w:rsidR="0085747A" w:rsidTr="00B819C8" w14:paraId="112D154D" w14:textId="77777777">
        <w:tc>
          <w:tcPr>
            <w:tcW w:w="2694" w:type="dxa"/>
            <w:vAlign w:val="center"/>
          </w:tcPr>
          <w:p w:rsidRPr="009C54AE" w:rsidR="0085747A" w:rsidP="009C54AE" w:rsidRDefault="0085747A" w14:paraId="2DAF3B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369BC6F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Pr="009C54AE" w:rsidR="0085747A" w:rsidTr="00B819C8" w14:paraId="79C18CF8" w14:textId="77777777">
        <w:tc>
          <w:tcPr>
            <w:tcW w:w="2694" w:type="dxa"/>
            <w:vAlign w:val="center"/>
          </w:tcPr>
          <w:p w:rsidRPr="009C54AE" w:rsidR="0085747A" w:rsidP="009C54AE" w:rsidRDefault="0085747A" w14:paraId="0996F2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B101D5" w:rsidRDefault="00B101D5" w14:paraId="7EE030E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specjalnościowy, </w:t>
            </w: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23D7D" w:rsidTr="00B819C8" w14:paraId="7139015B" w14:textId="77777777">
        <w:tc>
          <w:tcPr>
            <w:tcW w:w="2694" w:type="dxa"/>
            <w:vAlign w:val="center"/>
          </w:tcPr>
          <w:p w:rsidRPr="009C54AE" w:rsidR="00923D7D" w:rsidP="009C54AE" w:rsidRDefault="00923D7D" w14:paraId="114A11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B101D5" w14:paraId="61A0CF2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74201601" w14:textId="77777777">
        <w:tc>
          <w:tcPr>
            <w:tcW w:w="2694" w:type="dxa"/>
            <w:vAlign w:val="center"/>
          </w:tcPr>
          <w:p w:rsidRPr="009C54AE" w:rsidR="0085747A" w:rsidP="009C54AE" w:rsidRDefault="0085747A" w14:paraId="32F604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231B949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598C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 w:rsidR="00C1598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85747A" w:rsidTr="00B819C8" w14:paraId="51A446D8" w14:textId="77777777">
        <w:tc>
          <w:tcPr>
            <w:tcW w:w="2694" w:type="dxa"/>
            <w:vAlign w:val="center"/>
          </w:tcPr>
          <w:p w:rsidRPr="009C54AE" w:rsidR="0085747A" w:rsidP="009C54AE" w:rsidRDefault="0085747A" w14:paraId="0DF92A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01D5" w14:paraId="2AE296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598C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 w:rsidR="00C1598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Pr="009C54AE" w:rsidR="00923D7D" w:rsidP="00340FC1" w:rsidRDefault="0085747A" w14:paraId="4EA11DCC" w14:textId="5FC24FA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16010B2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114B9A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340FC1" w14:paraId="268DA000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323B6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C1598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38313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6888A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F2D91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23B33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4368D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BDBA4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43155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3A319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311A2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340FC1" w14:paraId="5555018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C0AED" w14:paraId="223FE2EA" w14:textId="783FCF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7F0E65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FC1DF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101D5" w14:paraId="0B9A36C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63359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F62B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0F66E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90C52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8CB7E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101D5" w14:paraId="71BC06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340FC1" w:rsidRDefault="00923D7D" w14:paraId="0F5691D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725327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15386E" w14:paraId="390D6E1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X  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534491E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89D9A2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34167030" w:rsidRDefault="00E22FBC" w14:paraId="212F2767" w14:textId="2C1D35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4167030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4167030" w:rsidR="00E22FBC">
        <w:rPr>
          <w:rFonts w:ascii="Corbel" w:hAnsi="Corbel"/>
          <w:caps w:val="0"/>
          <w:smallCaps w:val="0"/>
        </w:rPr>
        <w:t>For</w:t>
      </w:r>
      <w:r w:rsidRPr="34167030" w:rsidR="00445970">
        <w:rPr>
          <w:rFonts w:ascii="Corbel" w:hAnsi="Corbel"/>
          <w:caps w:val="0"/>
          <w:smallCaps w:val="0"/>
        </w:rPr>
        <w:t xml:space="preserve">ma zaliczenia </w:t>
      </w:r>
      <w:r w:rsidRPr="34167030" w:rsidR="00445970">
        <w:rPr>
          <w:rFonts w:ascii="Corbel" w:hAnsi="Corbel"/>
          <w:caps w:val="0"/>
          <w:smallCaps w:val="0"/>
        </w:rPr>
        <w:t>przedmiotu</w:t>
      </w:r>
      <w:r w:rsidRPr="34167030" w:rsidR="00E22FBC">
        <w:rPr>
          <w:rFonts w:ascii="Corbel" w:hAnsi="Corbel"/>
          <w:caps w:val="0"/>
          <w:smallCaps w:val="0"/>
        </w:rPr>
        <w:t xml:space="preserve"> (</w:t>
      </w:r>
      <w:r w:rsidRPr="34167030" w:rsidR="00E22FBC">
        <w:rPr>
          <w:rFonts w:ascii="Corbel" w:hAnsi="Corbel"/>
          <w:caps w:val="0"/>
          <w:smallCaps w:val="0"/>
        </w:rPr>
        <w:t xml:space="preserve">z toku) </w:t>
      </w:r>
      <w:r w:rsidRPr="34167030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15386E" w:rsidR="00E960BB" w:rsidP="009C54AE" w:rsidRDefault="0015386E" w14:paraId="290769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15386E">
        <w:rPr>
          <w:rFonts w:ascii="Corbel" w:hAnsi="Corbel"/>
          <w:b w:val="0"/>
          <w:smallCaps w:val="0"/>
          <w:szCs w:val="24"/>
        </w:rPr>
        <w:t>Zaliczenie z oceną</w:t>
      </w:r>
    </w:p>
    <w:p w:rsidR="0015386E" w:rsidP="009C54AE" w:rsidRDefault="0015386E" w14:paraId="1C65EC4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D25FE7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FF96B94" w14:textId="77777777">
        <w:tc>
          <w:tcPr>
            <w:tcW w:w="9670" w:type="dxa"/>
          </w:tcPr>
          <w:p w:rsidRPr="0015386E" w:rsidR="0015386E" w:rsidP="0015386E" w:rsidRDefault="0015386E" w14:paraId="059EF3B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3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na temat administracji publicznej </w:t>
            </w:r>
          </w:p>
          <w:p w:rsidRPr="009C54AE" w:rsidR="0085747A" w:rsidP="0015386E" w:rsidRDefault="0015386E" w14:paraId="3DF7A17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3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bezpieczeństwa państwa, w tym na poziomie lokalnym</w:t>
            </w:r>
          </w:p>
        </w:tc>
      </w:tr>
    </w:tbl>
    <w:p w:rsidR="00153C41" w:rsidP="009C54AE" w:rsidRDefault="00153C41" w14:paraId="7EA0EC7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34167030" w:rsidRDefault="0071620A" w14:paraId="7E9BCFE4" w14:textId="25D6CD99">
      <w:pPr>
        <w:pStyle w:val="Punktygwne"/>
        <w:spacing w:before="0" w:after="0"/>
        <w:rPr>
          <w:rFonts w:ascii="Corbel" w:hAnsi="Corbel"/>
        </w:rPr>
      </w:pPr>
      <w:r w:rsidRPr="34167030" w:rsidR="0071620A">
        <w:rPr>
          <w:rFonts w:ascii="Corbel" w:hAnsi="Corbel"/>
        </w:rPr>
        <w:t>3.</w:t>
      </w:r>
      <w:r w:rsidRPr="34167030" w:rsidR="0085747A">
        <w:rPr>
          <w:rFonts w:ascii="Corbel" w:hAnsi="Corbel"/>
        </w:rPr>
        <w:t xml:space="preserve"> </w:t>
      </w:r>
      <w:r w:rsidRPr="34167030" w:rsidR="00A84C85">
        <w:rPr>
          <w:rFonts w:ascii="Corbel" w:hAnsi="Corbel"/>
        </w:rPr>
        <w:t xml:space="preserve">cele, efekty uczenia </w:t>
      </w:r>
      <w:r w:rsidRPr="34167030" w:rsidR="00A84C85">
        <w:rPr>
          <w:rFonts w:ascii="Corbel" w:hAnsi="Corbel"/>
        </w:rPr>
        <w:t>się</w:t>
      </w:r>
      <w:r w:rsidRPr="34167030" w:rsidR="0085747A">
        <w:rPr>
          <w:rFonts w:ascii="Corbel" w:hAnsi="Corbel"/>
        </w:rPr>
        <w:t>,</w:t>
      </w:r>
      <w:r w:rsidRPr="34167030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3A834F0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A7C448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C5D6EE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62125C" w:rsidTr="003F7EEA" w14:paraId="6A37545C" w14:textId="77777777">
        <w:tc>
          <w:tcPr>
            <w:tcW w:w="851" w:type="dxa"/>
            <w:vAlign w:val="center"/>
          </w:tcPr>
          <w:p w:rsidRPr="009C54AE" w:rsidR="0062125C" w:rsidP="0062125C" w:rsidRDefault="0062125C" w14:paraId="57741318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6C3E99" w:rsidR="0062125C" w:rsidP="0062125C" w:rsidRDefault="0062125C" w14:paraId="1B0D59B6" w14:textId="77777777">
            <w:pPr>
              <w:spacing w:after="0" w:line="240" w:lineRule="auto"/>
            </w:pPr>
            <w:r w:rsidRPr="006C3E99">
              <w:t>Zapoznanie studentów z przepisami prawa dotyczącymi zarządzania kryzysowego</w:t>
            </w:r>
          </w:p>
        </w:tc>
      </w:tr>
      <w:tr w:rsidRPr="009C54AE" w:rsidR="0062125C" w:rsidTr="003F7EEA" w14:paraId="03E4A430" w14:textId="77777777">
        <w:tc>
          <w:tcPr>
            <w:tcW w:w="851" w:type="dxa"/>
            <w:vAlign w:val="center"/>
          </w:tcPr>
          <w:p w:rsidRPr="009C54AE" w:rsidR="0062125C" w:rsidP="0062125C" w:rsidRDefault="0062125C" w14:paraId="67AC44EE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6C3E99" w:rsidR="0062125C" w:rsidP="0062125C" w:rsidRDefault="0062125C" w14:paraId="56DD53CC" w14:textId="77777777">
            <w:pPr>
              <w:spacing w:after="0" w:line="240" w:lineRule="auto"/>
            </w:pPr>
            <w:r w:rsidRPr="006C3E99">
              <w:t>Wykształcenie umiejętności wyszukiwania aktów prawnych i interpretacji przepisów dotyczących bezpieczeństwa wewnętrznego i zarządzania kryzysowego</w:t>
            </w:r>
          </w:p>
        </w:tc>
      </w:tr>
      <w:tr w:rsidRPr="009C54AE" w:rsidR="0062125C" w:rsidTr="003F7EEA" w14:paraId="754B010E" w14:textId="77777777">
        <w:tc>
          <w:tcPr>
            <w:tcW w:w="851" w:type="dxa"/>
            <w:vAlign w:val="center"/>
          </w:tcPr>
          <w:p w:rsidRPr="009C54AE" w:rsidR="0062125C" w:rsidP="0062125C" w:rsidRDefault="0062125C" w14:paraId="757B6834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:rsidR="0062125C" w:rsidP="0062125C" w:rsidRDefault="0062125C" w14:paraId="1A597786" w14:textId="77777777">
            <w:pPr>
              <w:spacing w:after="0" w:line="240" w:lineRule="auto"/>
            </w:pPr>
            <w:r w:rsidRPr="006C3E99">
              <w:t>Przekazanie wiedzy na temat struktury sytemu zarządzania kryzysowego w kraju</w:t>
            </w:r>
          </w:p>
        </w:tc>
      </w:tr>
    </w:tbl>
    <w:p w:rsidRPr="009C54AE" w:rsidR="0085747A" w:rsidP="009C54AE" w:rsidRDefault="0085747A" w14:paraId="59746AD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232FA7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8C0857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34167030" w14:paraId="7EB205C7" w14:textId="77777777">
        <w:tc>
          <w:tcPr>
            <w:tcW w:w="1701" w:type="dxa"/>
            <w:tcMar/>
            <w:vAlign w:val="center"/>
          </w:tcPr>
          <w:p w:rsidRPr="009C54AE" w:rsidR="0085747A" w:rsidP="0062125C" w:rsidRDefault="0085747A" w14:paraId="6CCC3F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62125C" w:rsidRDefault="0085747A" w14:paraId="72B890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34167030" w:rsidRDefault="0085747A" w14:paraId="2D7B8191" w14:textId="7881D6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4167030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Odniesienie do efektów </w:t>
            </w:r>
            <w:r>
              <w:br/>
            </w:r>
            <w:r w:rsidRPr="34167030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kierunkowych </w:t>
            </w:r>
            <w:r w:rsidRPr="34167030" w:rsidR="0030395F">
              <w:rPr>
                <w:rStyle w:val="Odwoanieprzypisudolnego"/>
                <w:rFonts w:ascii="Corbel" w:hAnsi="Corbel"/>
                <w:b w:val="0"/>
                <w:bCs w:val="0"/>
                <w:caps w:val="0"/>
                <w:smallCaps w:val="0"/>
              </w:rPr>
              <w:footnoteReference w:id="1"/>
            </w:r>
          </w:p>
        </w:tc>
      </w:tr>
      <w:tr w:rsidRPr="009C54AE" w:rsidR="0062125C" w:rsidTr="34167030" w14:paraId="0E47C463" w14:textId="77777777">
        <w:tc>
          <w:tcPr>
            <w:tcW w:w="1701" w:type="dxa"/>
            <w:tcMar/>
          </w:tcPr>
          <w:p w:rsidRPr="009C54AE" w:rsidR="0062125C" w:rsidP="0062125C" w:rsidRDefault="0062125C" w14:paraId="0E94AD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904A4" w:rsidR="0062125C" w:rsidP="0062125C" w:rsidRDefault="0062125C" w14:paraId="78D51F7F" w14:textId="77777777">
            <w:pPr>
              <w:spacing w:after="0" w:line="240" w:lineRule="auto"/>
            </w:pPr>
            <w:r w:rsidRPr="009904A4">
              <w:t>Charakteryzuje przepisy prawne dotyczące zarządzania kryzysowego</w:t>
            </w:r>
          </w:p>
        </w:tc>
        <w:tc>
          <w:tcPr>
            <w:tcW w:w="1873" w:type="dxa"/>
            <w:tcMar/>
          </w:tcPr>
          <w:p w:rsidRPr="009904A4" w:rsidR="0062125C" w:rsidP="0062125C" w:rsidRDefault="00A77E62" w14:paraId="23264592" w14:textId="77777777">
            <w:pPr>
              <w:spacing w:after="0" w:line="240" w:lineRule="auto"/>
            </w:pPr>
            <w:r>
              <w:t>K_</w:t>
            </w:r>
            <w:r w:rsidRPr="009904A4" w:rsidR="0062125C">
              <w:t>W06</w:t>
            </w:r>
          </w:p>
        </w:tc>
      </w:tr>
      <w:tr w:rsidRPr="009C54AE" w:rsidR="0062125C" w:rsidTr="34167030" w14:paraId="19C80770" w14:textId="77777777">
        <w:tc>
          <w:tcPr>
            <w:tcW w:w="1701" w:type="dxa"/>
            <w:tcMar/>
          </w:tcPr>
          <w:p w:rsidRPr="009C54AE" w:rsidR="0062125C" w:rsidP="0062125C" w:rsidRDefault="0062125C" w14:paraId="7245D5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904A4" w:rsidR="0062125C" w:rsidP="0062125C" w:rsidRDefault="0062125C" w14:paraId="7C166077" w14:textId="77777777">
            <w:pPr>
              <w:spacing w:after="0" w:line="240" w:lineRule="auto"/>
            </w:pPr>
            <w:r w:rsidRPr="009904A4">
              <w:t>Analizuje przepisy prawne z zakresu zarządzania kryzysowego</w:t>
            </w:r>
          </w:p>
        </w:tc>
        <w:tc>
          <w:tcPr>
            <w:tcW w:w="1873" w:type="dxa"/>
            <w:tcMar/>
          </w:tcPr>
          <w:p w:rsidRPr="009904A4" w:rsidR="0062125C" w:rsidP="0062125C" w:rsidRDefault="00A77E62" w14:paraId="017FAACC" w14:textId="77777777">
            <w:pPr>
              <w:spacing w:after="0" w:line="240" w:lineRule="auto"/>
            </w:pPr>
            <w:r>
              <w:t>K_</w:t>
            </w:r>
            <w:r w:rsidRPr="009904A4" w:rsidR="0062125C">
              <w:t>U01</w:t>
            </w:r>
          </w:p>
        </w:tc>
      </w:tr>
      <w:tr w:rsidRPr="009C54AE" w:rsidR="0062125C" w:rsidTr="34167030" w14:paraId="0766A9AE" w14:textId="77777777">
        <w:tc>
          <w:tcPr>
            <w:tcW w:w="1701" w:type="dxa"/>
            <w:tcMar/>
          </w:tcPr>
          <w:p w:rsidRPr="009C54AE" w:rsidR="0062125C" w:rsidP="0062125C" w:rsidRDefault="0062125C" w14:paraId="29D217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Mar/>
          </w:tcPr>
          <w:p w:rsidRPr="009904A4" w:rsidR="0062125C" w:rsidP="0062125C" w:rsidRDefault="0062125C" w14:paraId="7BD9775D" w14:textId="77777777">
            <w:pPr>
              <w:spacing w:after="0" w:line="240" w:lineRule="auto"/>
            </w:pPr>
            <w:r w:rsidRPr="009904A4">
              <w:t>Ocenia elementy struktury zarządzania kryzysowego</w:t>
            </w:r>
          </w:p>
        </w:tc>
        <w:tc>
          <w:tcPr>
            <w:tcW w:w="1873" w:type="dxa"/>
            <w:tcMar/>
          </w:tcPr>
          <w:p w:rsidRPr="009904A4" w:rsidR="0062125C" w:rsidP="0062125C" w:rsidRDefault="00A77E62" w14:paraId="60C52D45" w14:textId="77777777">
            <w:pPr>
              <w:spacing w:after="0" w:line="240" w:lineRule="auto"/>
            </w:pPr>
            <w:r>
              <w:t>K_</w:t>
            </w:r>
            <w:r w:rsidRPr="009904A4" w:rsidR="0062125C">
              <w:t>U09</w:t>
            </w:r>
          </w:p>
        </w:tc>
      </w:tr>
      <w:tr w:rsidRPr="009C54AE" w:rsidR="0062125C" w:rsidTr="34167030" w14:paraId="57EBF18F" w14:textId="77777777">
        <w:tc>
          <w:tcPr>
            <w:tcW w:w="1701" w:type="dxa"/>
            <w:tcMar/>
          </w:tcPr>
          <w:p w:rsidRPr="009C54AE" w:rsidR="0062125C" w:rsidP="0062125C" w:rsidRDefault="0062125C" w14:paraId="088824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9904A4" w:rsidR="0062125C" w:rsidP="0062125C" w:rsidRDefault="0062125C" w14:paraId="69DE7DAB" w14:textId="77777777">
            <w:pPr>
              <w:spacing w:after="0" w:line="240" w:lineRule="auto"/>
            </w:pPr>
            <w:r w:rsidRPr="009904A4">
              <w:t>Jest świadomy roli prawa w zarządzaniu kryzysowym</w:t>
            </w:r>
          </w:p>
        </w:tc>
        <w:tc>
          <w:tcPr>
            <w:tcW w:w="1873" w:type="dxa"/>
            <w:tcMar/>
          </w:tcPr>
          <w:p w:rsidR="0062125C" w:rsidP="0062125C" w:rsidRDefault="00A77E62" w14:paraId="1788031B" w14:textId="77777777">
            <w:pPr>
              <w:spacing w:after="0" w:line="240" w:lineRule="auto"/>
            </w:pPr>
            <w:r>
              <w:t>K_</w:t>
            </w:r>
            <w:r w:rsidRPr="009904A4" w:rsidR="0062125C">
              <w:t>K03</w:t>
            </w:r>
          </w:p>
        </w:tc>
      </w:tr>
    </w:tbl>
    <w:p w:rsidRPr="009C54AE" w:rsidR="0085747A" w:rsidP="009C54AE" w:rsidRDefault="0085747A" w14:paraId="119ED11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4C9416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7DE7CD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D67D99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61647DBF" w14:textId="77777777">
        <w:tc>
          <w:tcPr>
            <w:tcW w:w="9639" w:type="dxa"/>
          </w:tcPr>
          <w:p w:rsidRPr="009C54AE" w:rsidR="0085747A" w:rsidP="009C54AE" w:rsidRDefault="0085747A" w14:paraId="1414148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0D2EB287" w14:textId="77777777">
        <w:tc>
          <w:tcPr>
            <w:tcW w:w="9639" w:type="dxa"/>
          </w:tcPr>
          <w:p w:rsidRPr="009C54AE" w:rsidR="0085747A" w:rsidP="009C54AE" w:rsidRDefault="0085747A" w14:paraId="6738E82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7D61B6C0" w14:textId="77777777">
        <w:tc>
          <w:tcPr>
            <w:tcW w:w="9639" w:type="dxa"/>
          </w:tcPr>
          <w:p w:rsidRPr="009C54AE" w:rsidR="0085747A" w:rsidP="009C54AE" w:rsidRDefault="0085747A" w14:paraId="5383ABC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0822A276" w14:textId="77777777">
        <w:tc>
          <w:tcPr>
            <w:tcW w:w="9639" w:type="dxa"/>
          </w:tcPr>
          <w:p w:rsidRPr="009C54AE" w:rsidR="0085747A" w:rsidP="009C54AE" w:rsidRDefault="0085747A" w14:paraId="28ACCC3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33BF4BD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CCDD2D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F1F855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3CA1FED" w14:textId="77777777">
        <w:tc>
          <w:tcPr>
            <w:tcW w:w="9639" w:type="dxa"/>
          </w:tcPr>
          <w:p w:rsidRPr="009540FE" w:rsidR="0085747A" w:rsidP="0062125C" w:rsidRDefault="0085747A" w14:paraId="474B034B" w14:textId="77777777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62125C" w:rsidTr="00923D7D" w14:paraId="1A06CCD1" w14:textId="77777777">
        <w:tc>
          <w:tcPr>
            <w:tcW w:w="9639" w:type="dxa"/>
          </w:tcPr>
          <w:p w:rsidRPr="009540FE" w:rsidR="0062125C" w:rsidP="0062125C" w:rsidRDefault="0062125C" w14:paraId="1C378C1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Istota zarządzania kryzysowego</w:t>
            </w:r>
          </w:p>
        </w:tc>
      </w:tr>
      <w:tr w:rsidRPr="009C54AE" w:rsidR="0062125C" w:rsidTr="00923D7D" w14:paraId="29EFC7EC" w14:textId="77777777">
        <w:tc>
          <w:tcPr>
            <w:tcW w:w="9639" w:type="dxa"/>
          </w:tcPr>
          <w:p w:rsidRPr="009540FE" w:rsidR="0062125C" w:rsidP="0062125C" w:rsidRDefault="0062125C" w14:paraId="11EC1BB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Międzynarodowe podstawy prawne zarządzania kryzysowego</w:t>
            </w:r>
          </w:p>
        </w:tc>
      </w:tr>
      <w:tr w:rsidRPr="009C54AE" w:rsidR="0062125C" w:rsidTr="00923D7D" w14:paraId="0B1F8B35" w14:textId="77777777">
        <w:tc>
          <w:tcPr>
            <w:tcW w:w="9639" w:type="dxa"/>
          </w:tcPr>
          <w:p w:rsidRPr="009540FE" w:rsidR="0062125C" w:rsidP="0062125C" w:rsidRDefault="0062125C" w14:paraId="6ED5620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zarządzaniu kryzysowym</w:t>
            </w:r>
          </w:p>
        </w:tc>
      </w:tr>
      <w:tr w:rsidRPr="009C54AE" w:rsidR="0062125C" w:rsidTr="00923D7D" w14:paraId="3A24A879" w14:textId="77777777">
        <w:tc>
          <w:tcPr>
            <w:tcW w:w="9639" w:type="dxa"/>
          </w:tcPr>
          <w:p w:rsidRPr="009540FE" w:rsidR="0062125C" w:rsidP="0062125C" w:rsidRDefault="0062125C" w14:paraId="542C14B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stanie klęski żywiołowej</w:t>
            </w:r>
          </w:p>
        </w:tc>
      </w:tr>
      <w:tr w:rsidRPr="009C54AE" w:rsidR="0062125C" w:rsidTr="00923D7D" w14:paraId="1A765DB4" w14:textId="77777777">
        <w:tc>
          <w:tcPr>
            <w:tcW w:w="9639" w:type="dxa"/>
          </w:tcPr>
          <w:p w:rsidRPr="009540FE" w:rsidR="0062125C" w:rsidP="0062125C" w:rsidRDefault="0062125C" w14:paraId="2B5FEF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stanie wyjątkowym</w:t>
            </w:r>
          </w:p>
        </w:tc>
      </w:tr>
      <w:tr w:rsidRPr="009C54AE" w:rsidR="0062125C" w:rsidTr="00923D7D" w14:paraId="68AC17D6" w14:textId="77777777">
        <w:tc>
          <w:tcPr>
            <w:tcW w:w="9639" w:type="dxa"/>
          </w:tcPr>
          <w:p w:rsidRPr="009540FE" w:rsidR="0062125C" w:rsidP="0062125C" w:rsidRDefault="0062125C" w14:paraId="49F575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stanie wojennym oraz o kompetencjach Naczelnego Dowódcy Sił Zbrojnych i zasadach jego podległości konstytucyjnym organom Rzeczypospolitej Polskiej</w:t>
            </w:r>
          </w:p>
        </w:tc>
      </w:tr>
      <w:tr w:rsidRPr="009C54AE" w:rsidR="0062125C" w:rsidTr="00923D7D" w14:paraId="0CD6B821" w14:textId="77777777">
        <w:tc>
          <w:tcPr>
            <w:tcW w:w="9639" w:type="dxa"/>
          </w:tcPr>
          <w:p w:rsidRPr="009540FE" w:rsidR="0062125C" w:rsidP="00C1598C" w:rsidRDefault="00C1598C" w14:paraId="2D1B569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szczególnych rozwiązaniach związanych z zapobieganiem, przeciwdziałaniem i zwalczaniem COVID-19, innych chorób zakaźnych oraz wywołanych nimi sytuacji kryzysowych</w:t>
            </w:r>
          </w:p>
        </w:tc>
      </w:tr>
      <w:tr w:rsidRPr="009C54AE" w:rsidR="0062125C" w:rsidTr="00923D7D" w14:paraId="71740FE6" w14:textId="77777777">
        <w:tc>
          <w:tcPr>
            <w:tcW w:w="9639" w:type="dxa"/>
          </w:tcPr>
          <w:p w:rsidRPr="009540FE" w:rsidR="0062125C" w:rsidP="0062125C" w:rsidRDefault="0062125C" w14:paraId="24627D7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szczególnych uprawnieniach ministra właściwego do spraw Skarbu Państwa oraz ich wykonywaniu w niektórych spółkach kapitałowych lub grupach kapitałowych prowadzących działalność w sektorach energii elektrycznej, ropy naftowej oraz paliw gazowych</w:t>
            </w:r>
          </w:p>
        </w:tc>
      </w:tr>
      <w:tr w:rsidRPr="009C54AE" w:rsidR="0062125C" w:rsidTr="00923D7D" w14:paraId="7B33A6FF" w14:textId="77777777">
        <w:tc>
          <w:tcPr>
            <w:tcW w:w="9639" w:type="dxa"/>
          </w:tcPr>
          <w:p w:rsidRPr="009540FE" w:rsidR="0062125C" w:rsidP="0062125C" w:rsidRDefault="0062125C" w14:paraId="0C92EA5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Struktura systemu zarządzania kryzysowego w Polsce</w:t>
            </w:r>
          </w:p>
        </w:tc>
      </w:tr>
    </w:tbl>
    <w:p w:rsidRPr="009C54AE" w:rsidR="0085747A" w:rsidP="009C54AE" w:rsidRDefault="0085747A" w14:paraId="079A7DB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2125C" w:rsidRDefault="0062125C" w14:paraId="4CD5EA10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Pr="009C54AE" w:rsidR="0085747A" w:rsidP="009C54AE" w:rsidRDefault="009F4610" w14:paraId="4581491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62125C" w14:paraId="0BDD08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25C">
        <w:rPr>
          <w:rFonts w:ascii="Corbel" w:hAnsi="Corbel"/>
          <w:b w:val="0"/>
          <w:smallCaps w:val="0"/>
          <w:szCs w:val="24"/>
        </w:rPr>
        <w:t>Wykład z prezentacją multimedialną, analiza dokumentów i aktów prawnych, dyskusja moderowana, praca w grupach</w:t>
      </w:r>
    </w:p>
    <w:p w:rsidRPr="00153C41" w:rsidR="00E21E7D" w:rsidP="009C54AE" w:rsidRDefault="00153C41" w14:paraId="399D572C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Pr="00153C41" w:rsidR="0085747A">
        <w:rPr>
          <w:rFonts w:ascii="Corbel" w:hAnsi="Corbel"/>
          <w:b w:val="0"/>
          <w:smallCaps w:val="0"/>
          <w:sz w:val="20"/>
          <w:szCs w:val="20"/>
        </w:rPr>
        <w:t>p</w:t>
      </w:r>
      <w:r w:rsidRPr="00153C41" w:rsidR="0085747A">
        <w:rPr>
          <w:rFonts w:ascii="Corbel" w:hAnsi="Corbel"/>
          <w:sz w:val="20"/>
          <w:szCs w:val="20"/>
        </w:rPr>
        <w:t>.:</w:t>
      </w:r>
      <w:r w:rsidRPr="00153C41" w:rsidR="00923D7D">
        <w:rPr>
          <w:rFonts w:ascii="Corbel" w:hAnsi="Corbel"/>
          <w:sz w:val="20"/>
          <w:szCs w:val="20"/>
        </w:rPr>
        <w:t xml:space="preserve"> </w:t>
      </w:r>
    </w:p>
    <w:p w:rsidR="00153C41" w:rsidP="009C54AE" w:rsidRDefault="00153C41" w14:paraId="6425FFEF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P="71DE726D" w:rsidRDefault="00153C41" w14:paraId="20D86292" w14:textId="5BA74BB1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71DE726D" w:rsidR="00153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Ćwiczenia: </w:t>
      </w:r>
      <w:r w:rsidRPr="71DE726D" w:rsidR="009F4610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analiza </w:t>
      </w:r>
      <w:r w:rsidRPr="71DE726D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tekstów z dyskusją,</w:t>
      </w:r>
      <w:r w:rsidRPr="71DE726D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metoda projektów</w:t>
      </w:r>
      <w:r w:rsidRPr="71DE726D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71DE726D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(projekt badawczy, wdrożeniowy, praktyczny</w:t>
      </w:r>
      <w:r w:rsidRPr="71DE726D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71DE726D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praca w </w:t>
      </w:r>
      <w:r w:rsidRPr="71DE726D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grupach</w:t>
      </w:r>
      <w:r w:rsidRPr="71DE726D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(</w:t>
      </w:r>
      <w:r w:rsidRPr="71DE726D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rozwiązywanie zadań</w:t>
      </w:r>
      <w:r w:rsidRPr="71DE726D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,</w:t>
      </w:r>
      <w:r w:rsidRPr="71DE726D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dyskusja</w:t>
      </w:r>
      <w:r w:rsidRPr="71DE726D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71DE726D" w:rsidR="2D411AC5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71DE726D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gry</w:t>
      </w:r>
      <w:r w:rsidRPr="71DE726D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dydaktyczne, </w:t>
      </w:r>
      <w:r w:rsidRPr="71DE726D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metody kształcenia na odległość </w:t>
      </w:r>
    </w:p>
    <w:p w:rsidRPr="00153C41" w:rsidR="0085747A" w:rsidP="009C54AE" w:rsidRDefault="00153C41" w14:paraId="284A4059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Pr="009C54AE" w:rsidR="0085747A" w:rsidP="009C54AE" w:rsidRDefault="0085747A" w14:paraId="439370D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0A5CF87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BB5D47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9A39E4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4FC28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768431F0" w14:textId="77777777">
        <w:tc>
          <w:tcPr>
            <w:tcW w:w="1985" w:type="dxa"/>
            <w:vAlign w:val="center"/>
          </w:tcPr>
          <w:p w:rsidRPr="009C54AE" w:rsidR="0085747A" w:rsidP="00681951" w:rsidRDefault="0071620A" w14:paraId="28BB77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681951" w:rsidRDefault="00F974DA" w14:paraId="3AF37D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681951" w:rsidRDefault="009F4610" w14:paraId="2A3309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681951" w:rsidRDefault="0085747A" w14:paraId="02F984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681951" w:rsidRDefault="0085747A" w14:paraId="39546A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681951" w:rsidTr="00C05F44" w14:paraId="2043375D" w14:textId="77777777">
        <w:tc>
          <w:tcPr>
            <w:tcW w:w="1985" w:type="dxa"/>
          </w:tcPr>
          <w:p w:rsidRPr="009540FE" w:rsidR="00681951" w:rsidP="00681951" w:rsidRDefault="00681951" w14:paraId="487CC0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:rsidRPr="009540FE" w:rsidR="00681951" w:rsidP="00681951" w:rsidRDefault="00681951" w14:paraId="74F4689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wypowiedzi w czasie zajęć</w:t>
            </w:r>
          </w:p>
        </w:tc>
        <w:tc>
          <w:tcPr>
            <w:tcW w:w="2126" w:type="dxa"/>
          </w:tcPr>
          <w:p w:rsidRPr="009540FE" w:rsidR="00681951" w:rsidP="00681951" w:rsidRDefault="00681951" w14:paraId="5F5D7AF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681951" w:rsidTr="00C05F44" w14:paraId="1BE96145" w14:textId="77777777">
        <w:tc>
          <w:tcPr>
            <w:tcW w:w="1985" w:type="dxa"/>
          </w:tcPr>
          <w:p w:rsidRPr="009540FE" w:rsidR="00681951" w:rsidP="00681951" w:rsidRDefault="00681951" w14:paraId="4DAFB84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:rsidRPr="009540FE" w:rsidR="00681951" w:rsidP="00681951" w:rsidRDefault="00681951" w14:paraId="693CB52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odpowiedzi w czasie zajęć</w:t>
            </w:r>
          </w:p>
        </w:tc>
        <w:tc>
          <w:tcPr>
            <w:tcW w:w="2126" w:type="dxa"/>
          </w:tcPr>
          <w:p w:rsidRPr="009540FE" w:rsidR="00681951" w:rsidP="00681951" w:rsidRDefault="00681951" w14:paraId="58FDCE8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681951" w:rsidTr="00C05F44" w14:paraId="05EE3A39" w14:textId="77777777">
        <w:tc>
          <w:tcPr>
            <w:tcW w:w="1985" w:type="dxa"/>
          </w:tcPr>
          <w:p w:rsidRPr="009540FE" w:rsidR="00681951" w:rsidP="00681951" w:rsidRDefault="00681951" w14:paraId="6345657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Pr="009540FE" w:rsidR="00681951" w:rsidP="00681951" w:rsidRDefault="00681951" w14:paraId="78515D9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wypowiedzi w czasie zajęć</w:t>
            </w:r>
          </w:p>
        </w:tc>
        <w:tc>
          <w:tcPr>
            <w:tcW w:w="2126" w:type="dxa"/>
          </w:tcPr>
          <w:p w:rsidRPr="009540FE" w:rsidR="00681951" w:rsidP="00681951" w:rsidRDefault="00681951" w14:paraId="647F626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681951" w:rsidTr="00C05F44" w14:paraId="65A17520" w14:textId="77777777">
        <w:tc>
          <w:tcPr>
            <w:tcW w:w="1985" w:type="dxa"/>
          </w:tcPr>
          <w:p w:rsidRPr="009540FE" w:rsidR="00681951" w:rsidP="00681951" w:rsidRDefault="00681951" w14:paraId="1F3C506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Pr="009540FE" w:rsidR="00681951" w:rsidP="00681951" w:rsidRDefault="00681951" w14:paraId="67E58C5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obserwacji i wypowiedzi w czasie zajęć</w:t>
            </w:r>
          </w:p>
        </w:tc>
        <w:tc>
          <w:tcPr>
            <w:tcW w:w="2126" w:type="dxa"/>
          </w:tcPr>
          <w:p w:rsidRPr="009540FE" w:rsidR="00681951" w:rsidP="00681951" w:rsidRDefault="00681951" w14:paraId="6C46727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923D7D" w:rsidP="009C54AE" w:rsidRDefault="00923D7D" w14:paraId="7E1734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B3C5D1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5CCB75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1DE726D" w14:paraId="1F554507" w14:textId="77777777">
        <w:tc>
          <w:tcPr>
            <w:tcW w:w="9670" w:type="dxa"/>
            <w:tcMar/>
          </w:tcPr>
          <w:p w:rsidRPr="0061404C" w:rsidR="0061404C" w:rsidP="79A04E55" w:rsidRDefault="0061404C" w14:paraId="09A258FA" w14:textId="0BBE1791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9A04E55" w:rsidR="0061404C">
              <w:rPr>
                <w:rFonts w:ascii="Corbel" w:hAnsi="Corbel"/>
                <w:b w:val="0"/>
                <w:bCs w:val="0"/>
                <w:caps w:val="0"/>
                <w:smallCaps w:val="0"/>
              </w:rPr>
              <w:t>- systematyczne przygotowanie do zajęć</w:t>
            </w:r>
            <w:r w:rsidRPr="79A04E55" w:rsidR="21B8C191">
              <w:rPr>
                <w:rFonts w:ascii="Corbel" w:hAnsi="Corbel"/>
                <w:b w:val="0"/>
                <w:bCs w:val="0"/>
                <w:caps w:val="0"/>
                <w:smallCaps w:val="0"/>
              </w:rPr>
              <w:t>;</w:t>
            </w:r>
          </w:p>
          <w:p w:rsidRPr="009C54AE" w:rsidR="00923D7D" w:rsidP="71DE726D" w:rsidRDefault="0061404C" w14:paraId="343C3687" w14:textId="39C00A4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1DE726D" w:rsidR="0061404C">
              <w:rPr>
                <w:rFonts w:ascii="Corbel" w:hAnsi="Corbel"/>
                <w:b w:val="0"/>
                <w:bCs w:val="0"/>
                <w:caps w:val="0"/>
                <w:smallCaps w:val="0"/>
              </w:rPr>
              <w:t>- aktywny udział w zajęciach</w:t>
            </w:r>
            <w:r w:rsidRPr="71DE726D" w:rsidR="3522D19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polegający na przedstawianiu, charakterystyce i </w:t>
            </w:r>
            <w:r w:rsidRPr="71DE726D" w:rsidR="3522D19C">
              <w:rPr>
                <w:rFonts w:ascii="Corbel" w:hAnsi="Corbel"/>
                <w:b w:val="0"/>
                <w:bCs w:val="0"/>
                <w:caps w:val="0"/>
                <w:smallCaps w:val="0"/>
              </w:rPr>
              <w:t>interpretacji przepisów</w:t>
            </w:r>
            <w:r w:rsidRPr="71DE726D" w:rsidR="3522D19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prawnych, zabieraniu głosu w dyskusji, wyrażaniu własnych opinii: 8 i więcej aktywności (tzw. „+”) - 5,0; 7 - 4,5; 6 - 4,0; 5 - 3,5; 4 - 3,0</w:t>
            </w:r>
            <w:r w:rsidRPr="71DE726D" w:rsidR="500257E8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Pr="009C54AE" w:rsidR="0085747A" w:rsidP="009C54AE" w:rsidRDefault="0085747A" w14:paraId="0504AC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2545DD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45C086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9BA161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732D3A2" w14:textId="77777777">
        <w:tc>
          <w:tcPr>
            <w:tcW w:w="4962" w:type="dxa"/>
            <w:vAlign w:val="center"/>
          </w:tcPr>
          <w:p w:rsidRPr="009C54AE" w:rsidR="0085747A" w:rsidP="009C54AE" w:rsidRDefault="00C61DC5" w14:paraId="52EECB5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DFCD2E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681951" w14:paraId="5319EFFF" w14:textId="77777777">
        <w:tc>
          <w:tcPr>
            <w:tcW w:w="4962" w:type="dxa"/>
          </w:tcPr>
          <w:p w:rsidRPr="009C54AE" w:rsidR="0085747A" w:rsidP="00681951" w:rsidRDefault="00C61DC5" w14:paraId="53EDDC2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9C54AE" w:rsidR="0085747A" w:rsidP="00681951" w:rsidRDefault="00681951" w14:paraId="67235FA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00681951" w14:paraId="1C6142B3" w14:textId="77777777">
        <w:tc>
          <w:tcPr>
            <w:tcW w:w="4962" w:type="dxa"/>
          </w:tcPr>
          <w:p w:rsidRPr="009C54AE" w:rsidR="00C61DC5" w:rsidP="00681951" w:rsidRDefault="00C61DC5" w14:paraId="2518F16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681951" w:rsidRDefault="00C61DC5" w14:paraId="48F238F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9C54AE" w:rsidR="00C61DC5" w:rsidP="00681951" w:rsidRDefault="006B10C8" w14:paraId="0F7F295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681951" w14:paraId="6391201C" w14:textId="77777777">
        <w:tc>
          <w:tcPr>
            <w:tcW w:w="4962" w:type="dxa"/>
          </w:tcPr>
          <w:p w:rsidRPr="009C54AE" w:rsidR="0071620A" w:rsidP="00681951" w:rsidRDefault="00C61DC5" w14:paraId="5A4895E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681951" w:rsidRDefault="00C61DC5" w14:paraId="2DACC18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9C54AE" w:rsidR="00C61DC5" w:rsidP="00681951" w:rsidRDefault="006B10C8" w14:paraId="5789FBE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9C54AE" w:rsidR="0085747A" w:rsidTr="00681951" w14:paraId="75841104" w14:textId="77777777">
        <w:tc>
          <w:tcPr>
            <w:tcW w:w="4962" w:type="dxa"/>
          </w:tcPr>
          <w:p w:rsidRPr="009C54AE" w:rsidR="0085747A" w:rsidP="00681951" w:rsidRDefault="0085747A" w14:paraId="5189BA8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9C54AE" w:rsidR="0085747A" w:rsidP="00681951" w:rsidRDefault="00FD444A" w14:paraId="2BC667A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9C54AE" w:rsidR="0085747A" w:rsidTr="00681951" w14:paraId="7EB0DB5F" w14:textId="77777777">
        <w:tc>
          <w:tcPr>
            <w:tcW w:w="4962" w:type="dxa"/>
          </w:tcPr>
          <w:p w:rsidRPr="009C54AE" w:rsidR="0085747A" w:rsidP="00681951" w:rsidRDefault="0085747A" w14:paraId="668DB6F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9C54AE" w:rsidR="0085747A" w:rsidP="00681951" w:rsidRDefault="00681951" w14:paraId="65B227E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681951" w:rsidRDefault="00923D7D" w14:paraId="61DCB648" w14:textId="77777777">
      <w:pPr>
        <w:pStyle w:val="Punktygwne"/>
        <w:spacing w:before="0" w:after="0"/>
        <w:ind w:left="426"/>
        <w:jc w:val="center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B49E2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1404C" w:rsidRDefault="0061404C" w14:paraId="0C782DB4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Pr="009C54AE" w:rsidR="0085747A" w:rsidP="009C54AE" w:rsidRDefault="0071620A" w14:paraId="797DFE1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188F4C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A8BA03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E2309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1137F3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4B2547CC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98E47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725BE9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70402D5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918EA8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BE926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79A04E55" w14:paraId="5E6B44B9" w14:textId="77777777">
        <w:trPr>
          <w:trHeight w:val="397"/>
        </w:trPr>
        <w:tc>
          <w:tcPr>
            <w:tcW w:w="7513" w:type="dxa"/>
            <w:tcMar/>
          </w:tcPr>
          <w:p w:rsidR="0085747A" w:rsidP="00843EE8" w:rsidRDefault="0085747A" w14:paraId="3A82CC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843EE8" w:rsidR="00843EE8" w:rsidP="79A04E55" w:rsidRDefault="00843EE8" w14:paraId="5EA8E4DA" w14:textId="565F01F1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79A04E55" w:rsidR="4F2196A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Piwowarski J., Piwowarska B., Piwowarski J.A., Zarządzanie kryzysowe w Polsce, „Kultura Bezpieczeństwa” 2019, nr 36.</w:t>
            </w:r>
          </w:p>
          <w:p w:rsidRPr="00843EE8" w:rsidR="00843EE8" w:rsidP="79A04E55" w:rsidRDefault="00843EE8" w14:paraId="46DE14C9" w14:textId="4D4B27A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9A04E55" w:rsidR="4F2196A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Stęplewski B., Podstawy niemilitarnego zarządzania kryzysowego. Podręcznik, Kraków 2017</w:t>
            </w:r>
            <w:r w:rsidRPr="79A04E55" w:rsidR="6CBF339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C54AE" w:rsidR="00843EE8" w:rsidP="00843EE8" w:rsidRDefault="00843EE8" w14:paraId="50D03417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Żebrowski A., Zarządzanie kryzysowe elementami bezpieczeństwa Rzeczypospolitej Polskiej, Kraków 2012.</w:t>
            </w:r>
          </w:p>
        </w:tc>
      </w:tr>
      <w:tr w:rsidRPr="009C54AE" w:rsidR="0085747A" w:rsidTr="79A04E55" w14:paraId="50291FB5" w14:textId="77777777">
        <w:trPr>
          <w:trHeight w:val="397"/>
        </w:trPr>
        <w:tc>
          <w:tcPr>
            <w:tcW w:w="7513" w:type="dxa"/>
            <w:tcMar/>
          </w:tcPr>
          <w:p w:rsidR="0085747A" w:rsidP="00843EE8" w:rsidRDefault="0085747A" w14:paraId="54385C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9A04E55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0DC67BD8" w:rsidP="79A04E55" w:rsidRDefault="0DC67BD8" w14:paraId="1468E3F9" w14:textId="0EAD224E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79A04E55" w:rsidR="0DC67BD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Kamiński R., Uprawnienia, kompetencje i odpowiedzialność wojewody w zakresie stanów nadzwyczajnych, „Zarządzanie Innowacyjne w Gospodarce i Biznesie” 2016, nr 2(23).</w:t>
            </w:r>
          </w:p>
          <w:p w:rsidRPr="00843EE8" w:rsidR="00FD444A" w:rsidP="00843EE8" w:rsidRDefault="00FD444A" w14:paraId="04D01423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Podmioty wykonawcze w zarządzaniu kryzysowym, red. G Sobolewski, D. Majchrzak,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Solarz, Warszawa 2014.</w:t>
            </w:r>
          </w:p>
          <w:p w:rsidRPr="00843EE8" w:rsidR="00FD444A" w:rsidP="00843EE8" w:rsidRDefault="00FD444A" w14:paraId="3DA148A0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Rządowe Centrum Bezpieczeństwa, http://rcb.gov.pl/</w:t>
            </w:r>
          </w:p>
          <w:p w:rsidRPr="00843EE8" w:rsidR="00FD444A" w:rsidP="00843EE8" w:rsidRDefault="00FD444A" w14:paraId="6F6BE7A8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18 kwietnia 2002 r. o stanie klęski żywiołowej, tekst jedn. Dz.U. z 2018 r., poz. 2142.</w:t>
            </w:r>
          </w:p>
          <w:p w:rsidRPr="00843EE8" w:rsidR="00FD444A" w:rsidP="00843EE8" w:rsidRDefault="00FD444A" w14:paraId="19A30774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18 marca 2010 r. o szczególnych uprawnieniach ministra właściwego do spraw skarbu Państwa oraz ich wykonywaniu w niektórych spółkach kapitałowych lub grupach kapitałowych prowadzących działalność w sektorach energii elektrycznej, ropy naftowej oraz paliw gazowych, tekst jedn. Dz.U. z 2016 r., poz. 2012.</w:t>
            </w:r>
          </w:p>
          <w:p w:rsidRPr="00843EE8" w:rsidR="00FD444A" w:rsidP="00843EE8" w:rsidRDefault="00FD444A" w14:paraId="1E61A484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 marca 2020 r. o szczególnych rozwiązaniach związanych z zapobieganiem, przeciwdziałaniem i zwalczaniem COVID-19, innych chorób zakaźnych oraz wywołanych nimi sytuacji kryzysowych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Dz.U. 2020, poz. 374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</w:t>
            </w:r>
          </w:p>
          <w:p w:rsidRPr="00843EE8" w:rsidR="00FD444A" w:rsidP="00843EE8" w:rsidRDefault="00FD444A" w14:paraId="22F11859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21 czerwca 2002 r. o stanie wyjątkowym, tekst jedn. Dz.U. z 2017 r., poz. 1928.</w:t>
            </w:r>
          </w:p>
          <w:p w:rsidRPr="00843EE8" w:rsidR="00FD444A" w:rsidP="00843EE8" w:rsidRDefault="00FD444A" w14:paraId="163FD13F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22 sierpnia 1997 r. o ochronie osób i mienia, tekst jedn. Dz.U. z 2018 r., poz. 2142.</w:t>
            </w:r>
          </w:p>
          <w:p w:rsidRPr="00843EE8" w:rsidR="00FD444A" w:rsidP="00843EE8" w:rsidRDefault="00FD444A" w14:paraId="294B193B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26 kwietnia 2007 r. o zarządzaniu kryzysowym, tekst jedn. Dz.U. z 2019 r., poz. 1398.</w:t>
            </w:r>
          </w:p>
          <w:p w:rsidR="00FD444A" w:rsidP="00843EE8" w:rsidRDefault="00FD444A" w14:paraId="4113C0E1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79A04E55" w:rsidR="4EAF499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Ustawa z dnia 29 sierpnia 2002 r. o stanie wojennym oraz o kompetencjach Naczelnego Dowódcy Sił Zbrojnych i zasadach jego podległości konstytucyjnym organom Rzeczypospolitej Polskiej, tekst jedn. Dz.U. z 2017 r., poz. 1932.</w:t>
            </w:r>
          </w:p>
          <w:p w:rsidR="786E89B1" w:rsidP="79A04E55" w:rsidRDefault="786E89B1" w14:paraId="4BF42E29" w14:textId="3796E21C">
            <w:pPr>
              <w:pStyle w:val="Punktygwne"/>
              <w:spacing w:before="0" w:after="0"/>
              <w:ind w:left="397" w:hanging="397"/>
              <w:rPr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79A04E55" w:rsidR="786E89B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Zarządzanie kryzysowe, red. W. Lidwa, Warszawa 2015.</w:t>
            </w:r>
          </w:p>
          <w:p w:rsidRPr="009C54AE" w:rsidR="00843EE8" w:rsidP="00843EE8" w:rsidRDefault="00FD444A" w14:paraId="2DDB466A" w14:textId="77777777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Ziarko J., Walas-Trębacz J., Podstawy zarządzania kryzysowego, cz. 1. Zarządzanie kryzysowe w administracji publicznej, Kraków 2010.</w:t>
            </w:r>
          </w:p>
        </w:tc>
      </w:tr>
    </w:tbl>
    <w:p w:rsidRPr="009C54AE" w:rsidR="0085747A" w:rsidP="009C54AE" w:rsidRDefault="0085747A" w14:paraId="54B23C5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4C2C54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F171A8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40B" w:rsidP="00C16ABF" w:rsidRDefault="0030240B" w14:paraId="4CC80E5A" w14:textId="77777777">
      <w:pPr>
        <w:spacing w:after="0" w:line="240" w:lineRule="auto"/>
      </w:pPr>
      <w:r>
        <w:separator/>
      </w:r>
    </w:p>
  </w:endnote>
  <w:endnote w:type="continuationSeparator" w:id="0">
    <w:p w:rsidR="0030240B" w:rsidP="00C16ABF" w:rsidRDefault="0030240B" w14:paraId="47DA2CB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40B" w:rsidP="00C16ABF" w:rsidRDefault="0030240B" w14:paraId="779268F6" w14:textId="77777777">
      <w:pPr>
        <w:spacing w:after="0" w:line="240" w:lineRule="auto"/>
      </w:pPr>
      <w:r>
        <w:separator/>
      </w:r>
    </w:p>
  </w:footnote>
  <w:footnote w:type="continuationSeparator" w:id="0">
    <w:p w:rsidR="0030240B" w:rsidP="00C16ABF" w:rsidRDefault="0030240B" w14:paraId="70686AC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B37C7A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1A9"/>
    <w:rsid w:val="00124BFF"/>
    <w:rsid w:val="0012560E"/>
    <w:rsid w:val="00127108"/>
    <w:rsid w:val="00134B13"/>
    <w:rsid w:val="00146BC0"/>
    <w:rsid w:val="0015386E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648C"/>
    <w:rsid w:val="001A70D2"/>
    <w:rsid w:val="001C0AE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9B0"/>
    <w:rsid w:val="002D0684"/>
    <w:rsid w:val="002D3375"/>
    <w:rsid w:val="002D73D4"/>
    <w:rsid w:val="002F02A3"/>
    <w:rsid w:val="002F4ABE"/>
    <w:rsid w:val="003018BA"/>
    <w:rsid w:val="0030240B"/>
    <w:rsid w:val="0030395F"/>
    <w:rsid w:val="00305C92"/>
    <w:rsid w:val="003151C5"/>
    <w:rsid w:val="003343CF"/>
    <w:rsid w:val="00340FC1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04C"/>
    <w:rsid w:val="00617230"/>
    <w:rsid w:val="0062125C"/>
    <w:rsid w:val="00621CE1"/>
    <w:rsid w:val="00627FC9"/>
    <w:rsid w:val="00632F29"/>
    <w:rsid w:val="00647FA8"/>
    <w:rsid w:val="00650C5F"/>
    <w:rsid w:val="00654934"/>
    <w:rsid w:val="006620D9"/>
    <w:rsid w:val="00671958"/>
    <w:rsid w:val="00675843"/>
    <w:rsid w:val="00681951"/>
    <w:rsid w:val="00696477"/>
    <w:rsid w:val="006B10C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E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2BD"/>
    <w:rsid w:val="008E64F4"/>
    <w:rsid w:val="008F12C9"/>
    <w:rsid w:val="008F6E29"/>
    <w:rsid w:val="00916188"/>
    <w:rsid w:val="0092045C"/>
    <w:rsid w:val="00923D7D"/>
    <w:rsid w:val="009508DF"/>
    <w:rsid w:val="00950DAC"/>
    <w:rsid w:val="009540FE"/>
    <w:rsid w:val="00954A07"/>
    <w:rsid w:val="009833F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E6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D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6EA"/>
    <w:rsid w:val="00BB520A"/>
    <w:rsid w:val="00BD3869"/>
    <w:rsid w:val="00BD66E9"/>
    <w:rsid w:val="00BD6FF4"/>
    <w:rsid w:val="00BF2C41"/>
    <w:rsid w:val="00BF7585"/>
    <w:rsid w:val="00C058B4"/>
    <w:rsid w:val="00C05F44"/>
    <w:rsid w:val="00C131B5"/>
    <w:rsid w:val="00C1598C"/>
    <w:rsid w:val="00C16ABF"/>
    <w:rsid w:val="00C170AE"/>
    <w:rsid w:val="00C26CB7"/>
    <w:rsid w:val="00C324C1"/>
    <w:rsid w:val="00C36992"/>
    <w:rsid w:val="00C44C2F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053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D71"/>
    <w:rsid w:val="00F27A7B"/>
    <w:rsid w:val="00F3019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44A"/>
    <w:rsid w:val="00FD503F"/>
    <w:rsid w:val="00FD7589"/>
    <w:rsid w:val="00FF016A"/>
    <w:rsid w:val="00FF1401"/>
    <w:rsid w:val="00FF5E7D"/>
    <w:rsid w:val="05616545"/>
    <w:rsid w:val="07A2A1F1"/>
    <w:rsid w:val="0A1FC060"/>
    <w:rsid w:val="0D542ED0"/>
    <w:rsid w:val="0DC67BD8"/>
    <w:rsid w:val="21B8C191"/>
    <w:rsid w:val="2D411AC5"/>
    <w:rsid w:val="34167030"/>
    <w:rsid w:val="3522D19C"/>
    <w:rsid w:val="373B5B21"/>
    <w:rsid w:val="400CFFA6"/>
    <w:rsid w:val="4EAF499E"/>
    <w:rsid w:val="4F2196A6"/>
    <w:rsid w:val="500257E8"/>
    <w:rsid w:val="51FA1E35"/>
    <w:rsid w:val="576CFF8A"/>
    <w:rsid w:val="5AA4A04C"/>
    <w:rsid w:val="5DB82D31"/>
    <w:rsid w:val="5DCC0256"/>
    <w:rsid w:val="6103A318"/>
    <w:rsid w:val="668BC15B"/>
    <w:rsid w:val="6CBF3392"/>
    <w:rsid w:val="71DE726D"/>
    <w:rsid w:val="7459552A"/>
    <w:rsid w:val="786E89B1"/>
    <w:rsid w:val="79A04E55"/>
    <w:rsid w:val="7B16E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9A7B5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6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1CB482-D8B8-4E49-BF6A-FE7AF722DE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D39905-6702-4C27-9CF9-5901070292BC}"/>
</file>

<file path=customXml/itemProps3.xml><?xml version="1.0" encoding="utf-8"?>
<ds:datastoreItem xmlns:ds="http://schemas.openxmlformats.org/officeDocument/2006/customXml" ds:itemID="{7BCC16B3-FE86-44D8-925C-8D2354D68D9F}"/>
</file>

<file path=customXml/itemProps4.xml><?xml version="1.0" encoding="utf-8"?>
<ds:datastoreItem xmlns:ds="http://schemas.openxmlformats.org/officeDocument/2006/customXml" ds:itemID="{6E9D3F0D-C6E6-44C1-9102-5D252F95428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11</cp:revision>
  <cp:lastPrinted>2019-02-06T12:12:00Z</cp:lastPrinted>
  <dcterms:created xsi:type="dcterms:W3CDTF">2020-11-18T08:14:00Z</dcterms:created>
  <dcterms:modified xsi:type="dcterms:W3CDTF">2021-11-07T13:50:43Z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